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E1B" w:rsidRPr="005B53EC" w:rsidRDefault="00947329" w:rsidP="00E04E1B">
      <w:pPr>
        <w:jc w:val="center"/>
        <w:rPr>
          <w:sz w:val="26"/>
          <w:szCs w:val="26"/>
        </w:rPr>
      </w:pPr>
      <w:r w:rsidRPr="005B53EC">
        <w:rPr>
          <w:sz w:val="26"/>
          <w:szCs w:val="26"/>
        </w:rPr>
        <w:t xml:space="preserve">Psychology I </w:t>
      </w:r>
    </w:p>
    <w:p w:rsidR="0074762B" w:rsidRPr="005B53EC" w:rsidRDefault="00947329" w:rsidP="00E04E1B">
      <w:pPr>
        <w:jc w:val="center"/>
        <w:rPr>
          <w:sz w:val="26"/>
          <w:szCs w:val="26"/>
        </w:rPr>
      </w:pPr>
      <w:r w:rsidRPr="005B53EC">
        <w:rPr>
          <w:sz w:val="26"/>
          <w:szCs w:val="26"/>
        </w:rPr>
        <w:t>FINAL</w:t>
      </w:r>
    </w:p>
    <w:p w:rsidR="00947329" w:rsidRPr="005B53EC" w:rsidRDefault="00947329" w:rsidP="00E04E1B">
      <w:pPr>
        <w:jc w:val="center"/>
        <w:rPr>
          <w:sz w:val="26"/>
          <w:szCs w:val="26"/>
        </w:rPr>
      </w:pPr>
      <w:r w:rsidRPr="005B53EC">
        <w:rPr>
          <w:sz w:val="26"/>
          <w:szCs w:val="26"/>
        </w:rPr>
        <w:t>Study Guide</w:t>
      </w:r>
    </w:p>
    <w:p w:rsidR="00E04E1B" w:rsidRPr="005B53EC" w:rsidRDefault="005B53EC" w:rsidP="00C4014B">
      <w:pPr>
        <w:jc w:val="center"/>
        <w:rPr>
          <w:sz w:val="26"/>
          <w:szCs w:val="26"/>
        </w:rPr>
      </w:pPr>
      <w:r>
        <w:rPr>
          <w:sz w:val="26"/>
          <w:szCs w:val="26"/>
        </w:rPr>
        <w:t>SPRING 2012</w:t>
      </w:r>
    </w:p>
    <w:p w:rsidR="007B0E54" w:rsidRPr="005B53EC" w:rsidRDefault="007B0E54" w:rsidP="00C4014B">
      <w:pPr>
        <w:jc w:val="center"/>
        <w:rPr>
          <w:sz w:val="26"/>
          <w:szCs w:val="26"/>
        </w:rPr>
      </w:pPr>
    </w:p>
    <w:p w:rsidR="00947329" w:rsidRPr="005B53EC" w:rsidRDefault="00947329">
      <w:pPr>
        <w:rPr>
          <w:b/>
          <w:sz w:val="26"/>
          <w:szCs w:val="26"/>
          <w:u w:val="single"/>
        </w:rPr>
      </w:pPr>
      <w:r w:rsidRPr="005B53EC">
        <w:rPr>
          <w:b/>
          <w:sz w:val="26"/>
          <w:szCs w:val="26"/>
          <w:u w:val="single"/>
        </w:rPr>
        <w:t xml:space="preserve">Introduction to Psychology </w:t>
      </w:r>
      <w:r w:rsidR="001E05EF" w:rsidRPr="005B53EC">
        <w:rPr>
          <w:b/>
          <w:sz w:val="26"/>
          <w:szCs w:val="26"/>
          <w:u w:val="single"/>
        </w:rPr>
        <w:t xml:space="preserve">–History, Methodology </w:t>
      </w:r>
      <w:r w:rsidRPr="005B53EC">
        <w:rPr>
          <w:b/>
          <w:sz w:val="26"/>
          <w:szCs w:val="26"/>
          <w:u w:val="single"/>
        </w:rPr>
        <w:t>(1, 2)</w:t>
      </w:r>
    </w:p>
    <w:p w:rsidR="00947329" w:rsidRPr="005B53EC" w:rsidRDefault="00947329">
      <w:pPr>
        <w:rPr>
          <w:sz w:val="26"/>
          <w:szCs w:val="26"/>
        </w:rPr>
      </w:pPr>
      <w:r w:rsidRPr="005B53EC">
        <w:rPr>
          <w:sz w:val="26"/>
          <w:szCs w:val="26"/>
        </w:rPr>
        <w:t>What is Psychology?  How is research done?  What do psychologists do?</w:t>
      </w:r>
    </w:p>
    <w:p w:rsidR="007B0E54" w:rsidRPr="005B53EC" w:rsidRDefault="00947329">
      <w:pPr>
        <w:rPr>
          <w:sz w:val="26"/>
          <w:szCs w:val="26"/>
        </w:rPr>
      </w:pPr>
      <w:proofErr w:type="gramStart"/>
      <w:r w:rsidRPr="005B53EC">
        <w:rPr>
          <w:sz w:val="26"/>
          <w:szCs w:val="26"/>
        </w:rPr>
        <w:t>cognitive/subjects/</w:t>
      </w:r>
      <w:r w:rsidR="001E05EF" w:rsidRPr="005B53EC">
        <w:rPr>
          <w:sz w:val="26"/>
          <w:szCs w:val="26"/>
        </w:rPr>
        <w:t>control/</w:t>
      </w:r>
      <w:r w:rsidRPr="005B53EC">
        <w:rPr>
          <w:sz w:val="26"/>
          <w:szCs w:val="26"/>
        </w:rPr>
        <w:t>group/placebo/behavior/variables/behavioral</w:t>
      </w:r>
      <w:proofErr w:type="gramEnd"/>
      <w:r w:rsidRPr="005B53EC">
        <w:rPr>
          <w:sz w:val="26"/>
          <w:szCs w:val="26"/>
        </w:rPr>
        <w:t>/</w:t>
      </w:r>
    </w:p>
    <w:p w:rsidR="009C5341" w:rsidRDefault="00947329">
      <w:pPr>
        <w:rPr>
          <w:sz w:val="26"/>
          <w:szCs w:val="26"/>
        </w:rPr>
      </w:pPr>
      <w:proofErr w:type="gramStart"/>
      <w:r w:rsidRPr="005B53EC">
        <w:rPr>
          <w:sz w:val="26"/>
          <w:szCs w:val="26"/>
        </w:rPr>
        <w:t>hypothesis/</w:t>
      </w:r>
      <w:proofErr w:type="gramEnd"/>
      <w:r w:rsidRPr="005B53EC">
        <w:rPr>
          <w:sz w:val="26"/>
          <w:szCs w:val="26"/>
        </w:rPr>
        <w:t>psychoanalytic/</w:t>
      </w:r>
      <w:r w:rsidR="00830C20" w:rsidRPr="005B53EC">
        <w:rPr>
          <w:sz w:val="26"/>
          <w:szCs w:val="26"/>
        </w:rPr>
        <w:t xml:space="preserve">  </w:t>
      </w:r>
      <w:r w:rsidRPr="005B53EC">
        <w:rPr>
          <w:sz w:val="26"/>
          <w:szCs w:val="26"/>
        </w:rPr>
        <w:t>biological/learning/socio-cultural/evolutionary/correlation/case study/interview/laboratory/cross-sectional/survey/longitudinal/</w:t>
      </w:r>
    </w:p>
    <w:p w:rsidR="009B262D" w:rsidRPr="005B53EC" w:rsidRDefault="009B262D">
      <w:pPr>
        <w:rPr>
          <w:sz w:val="26"/>
          <w:szCs w:val="26"/>
        </w:rPr>
      </w:pPr>
    </w:p>
    <w:p w:rsidR="005B53EC" w:rsidRDefault="001E05EF">
      <w:pPr>
        <w:rPr>
          <w:b/>
          <w:sz w:val="26"/>
          <w:szCs w:val="26"/>
          <w:u w:val="single"/>
        </w:rPr>
      </w:pPr>
      <w:r w:rsidRPr="005B53EC">
        <w:rPr>
          <w:b/>
          <w:sz w:val="26"/>
          <w:szCs w:val="26"/>
          <w:u w:val="single"/>
        </w:rPr>
        <w:t xml:space="preserve">Understanding the Body and Brain </w:t>
      </w:r>
    </w:p>
    <w:p w:rsidR="00947329" w:rsidRPr="005B53EC" w:rsidRDefault="001E05EF">
      <w:pPr>
        <w:rPr>
          <w:b/>
          <w:sz w:val="26"/>
          <w:szCs w:val="26"/>
          <w:u w:val="single"/>
        </w:rPr>
      </w:pPr>
      <w:r w:rsidRPr="005B53EC">
        <w:rPr>
          <w:b/>
          <w:sz w:val="26"/>
          <w:szCs w:val="26"/>
          <w:u w:val="single"/>
        </w:rPr>
        <w:t>–Biology of the Brain, PNS, CNS, Glandular System (3)</w:t>
      </w:r>
    </w:p>
    <w:p w:rsidR="00830C20" w:rsidRPr="005B53EC" w:rsidRDefault="00830C20">
      <w:pPr>
        <w:rPr>
          <w:sz w:val="26"/>
          <w:szCs w:val="26"/>
        </w:rPr>
      </w:pPr>
      <w:r w:rsidRPr="005B53EC">
        <w:rPr>
          <w:sz w:val="26"/>
          <w:szCs w:val="26"/>
        </w:rPr>
        <w:t>How does physiology influence behavior?  Does heredity determine our personal ties?</w:t>
      </w:r>
    </w:p>
    <w:p w:rsidR="009C5341" w:rsidRDefault="00830C20">
      <w:pPr>
        <w:rPr>
          <w:sz w:val="26"/>
          <w:szCs w:val="26"/>
        </w:rPr>
      </w:pPr>
      <w:r w:rsidRPr="005B53EC">
        <w:rPr>
          <w:sz w:val="26"/>
          <w:szCs w:val="26"/>
        </w:rPr>
        <w:t>Structure of the peripheral nervous and central nervous system/parts of the brain and what each part does/glandular-endocrine system</w:t>
      </w:r>
    </w:p>
    <w:p w:rsidR="009B262D" w:rsidRPr="005B53EC" w:rsidRDefault="009B262D">
      <w:pPr>
        <w:rPr>
          <w:sz w:val="26"/>
          <w:szCs w:val="26"/>
        </w:rPr>
      </w:pPr>
    </w:p>
    <w:p w:rsidR="001E05EF" w:rsidRPr="005B53EC" w:rsidRDefault="001E05EF">
      <w:pPr>
        <w:rPr>
          <w:b/>
          <w:sz w:val="26"/>
          <w:szCs w:val="26"/>
          <w:u w:val="single"/>
        </w:rPr>
      </w:pPr>
      <w:r w:rsidRPr="005B53EC">
        <w:rPr>
          <w:b/>
          <w:sz w:val="26"/>
          <w:szCs w:val="26"/>
          <w:u w:val="single"/>
        </w:rPr>
        <w:t>Sensation and Perception – Seven Senses, Perception (4)</w:t>
      </w:r>
    </w:p>
    <w:p w:rsidR="00830C20" w:rsidRPr="005B53EC" w:rsidRDefault="00830C20">
      <w:pPr>
        <w:rPr>
          <w:sz w:val="26"/>
          <w:szCs w:val="26"/>
        </w:rPr>
      </w:pPr>
      <w:r w:rsidRPr="005B53EC">
        <w:rPr>
          <w:sz w:val="26"/>
          <w:szCs w:val="26"/>
        </w:rPr>
        <w:t>How are sensation and perception linked?  How does perception influence behavior?</w:t>
      </w:r>
    </w:p>
    <w:p w:rsidR="00830C20" w:rsidRPr="005B53EC" w:rsidRDefault="00830C20">
      <w:pPr>
        <w:rPr>
          <w:sz w:val="26"/>
          <w:szCs w:val="26"/>
        </w:rPr>
      </w:pPr>
      <w:r w:rsidRPr="005B53EC">
        <w:rPr>
          <w:sz w:val="26"/>
          <w:szCs w:val="26"/>
        </w:rPr>
        <w:t>Parts of the eye/parts of the ear/closure/shape constancy/proximity/similarity/continuity/monocular cues/binocular cues/sensory adaptation/absolute threshold/Gate theory/figure-ground/phantom pain/pain/depth perception/size constancy/</w:t>
      </w:r>
    </w:p>
    <w:p w:rsidR="005B53EC" w:rsidRPr="005B53EC" w:rsidRDefault="005B53EC">
      <w:pPr>
        <w:rPr>
          <w:sz w:val="26"/>
          <w:szCs w:val="26"/>
        </w:rPr>
      </w:pPr>
    </w:p>
    <w:p w:rsidR="001E05EF" w:rsidRPr="005B53EC" w:rsidRDefault="001E05EF">
      <w:pPr>
        <w:rPr>
          <w:b/>
          <w:sz w:val="26"/>
          <w:szCs w:val="26"/>
          <w:u w:val="single"/>
        </w:rPr>
      </w:pPr>
      <w:r w:rsidRPr="005B53EC">
        <w:rPr>
          <w:b/>
          <w:sz w:val="26"/>
          <w:szCs w:val="26"/>
          <w:u w:val="single"/>
        </w:rPr>
        <w:lastRenderedPageBreak/>
        <w:t>States of Consciousness –Stages of Sleep, Dreaming, Hypnosis, Meditation (5)</w:t>
      </w:r>
    </w:p>
    <w:p w:rsidR="00830C20" w:rsidRPr="005B53EC" w:rsidRDefault="00830C20">
      <w:pPr>
        <w:rPr>
          <w:sz w:val="26"/>
          <w:szCs w:val="26"/>
        </w:rPr>
      </w:pPr>
      <w:r w:rsidRPr="005B53EC">
        <w:rPr>
          <w:sz w:val="26"/>
          <w:szCs w:val="26"/>
        </w:rPr>
        <w:t>How do states of consciousness vary?  How does the definition of addiction vary between cultures?</w:t>
      </w:r>
    </w:p>
    <w:p w:rsidR="00E04E1B" w:rsidRPr="005B53EC" w:rsidRDefault="00830C20">
      <w:pPr>
        <w:rPr>
          <w:sz w:val="26"/>
          <w:szCs w:val="26"/>
        </w:rPr>
      </w:pPr>
      <w:r w:rsidRPr="005B53EC">
        <w:rPr>
          <w:sz w:val="26"/>
          <w:szCs w:val="26"/>
        </w:rPr>
        <w:t>Levels of consciousness/altered states of consciousness/stages of sleep/sleep problems/</w:t>
      </w:r>
      <w:r w:rsidR="007A4D18" w:rsidRPr="005B53EC">
        <w:rPr>
          <w:sz w:val="26"/>
          <w:szCs w:val="26"/>
        </w:rPr>
        <w:t>reasons for sleeping/dreams-Freudian &amp; bio-psychological views/</w:t>
      </w:r>
      <w:r w:rsidRPr="005B53EC">
        <w:rPr>
          <w:sz w:val="26"/>
          <w:szCs w:val="26"/>
        </w:rPr>
        <w:t>biofeedback/</w:t>
      </w:r>
      <w:proofErr w:type="spellStart"/>
      <w:r w:rsidR="007A4D18" w:rsidRPr="005B53EC">
        <w:rPr>
          <w:sz w:val="26"/>
          <w:szCs w:val="26"/>
        </w:rPr>
        <w:t>parasomnia</w:t>
      </w:r>
      <w:proofErr w:type="spellEnd"/>
      <w:r w:rsidR="007A4D18" w:rsidRPr="005B53EC">
        <w:rPr>
          <w:sz w:val="26"/>
          <w:szCs w:val="26"/>
        </w:rPr>
        <w:t>/</w:t>
      </w:r>
      <w:proofErr w:type="spellStart"/>
      <w:r w:rsidR="007A4D18" w:rsidRPr="005B53EC">
        <w:rPr>
          <w:sz w:val="26"/>
          <w:szCs w:val="26"/>
        </w:rPr>
        <w:t>uni</w:t>
      </w:r>
      <w:proofErr w:type="spellEnd"/>
      <w:r w:rsidR="007A4D18" w:rsidRPr="005B53EC">
        <w:rPr>
          <w:sz w:val="26"/>
          <w:szCs w:val="26"/>
        </w:rPr>
        <w:t>-hemispheric sleep/learning through sleeping</w:t>
      </w:r>
      <w:r w:rsidRPr="005B53EC">
        <w:rPr>
          <w:sz w:val="26"/>
          <w:szCs w:val="26"/>
        </w:rPr>
        <w:t>/</w:t>
      </w:r>
    </w:p>
    <w:p w:rsidR="001E05EF" w:rsidRPr="005B53EC" w:rsidRDefault="001E05EF">
      <w:pPr>
        <w:rPr>
          <w:b/>
          <w:sz w:val="26"/>
          <w:szCs w:val="26"/>
          <w:u w:val="single"/>
        </w:rPr>
      </w:pPr>
      <w:r w:rsidRPr="005B53EC">
        <w:rPr>
          <w:b/>
          <w:sz w:val="26"/>
          <w:szCs w:val="26"/>
          <w:u w:val="single"/>
        </w:rPr>
        <w:t>Motivation and Emotion –Intrinsic, Extrinsic, Biological &amp; Psychological Needs (13)</w:t>
      </w:r>
    </w:p>
    <w:p w:rsidR="003F457A" w:rsidRPr="005B53EC" w:rsidRDefault="003F457A">
      <w:pPr>
        <w:rPr>
          <w:sz w:val="26"/>
          <w:szCs w:val="26"/>
        </w:rPr>
      </w:pPr>
      <w:r w:rsidRPr="005B53EC">
        <w:rPr>
          <w:sz w:val="26"/>
          <w:szCs w:val="26"/>
        </w:rPr>
        <w:t>What drives behavior?  How do human beings experience emotion?</w:t>
      </w:r>
    </w:p>
    <w:p w:rsidR="003F457A" w:rsidRPr="005B53EC" w:rsidRDefault="003F457A">
      <w:pPr>
        <w:rPr>
          <w:sz w:val="26"/>
          <w:szCs w:val="26"/>
        </w:rPr>
      </w:pPr>
      <w:r w:rsidRPr="005B53EC">
        <w:rPr>
          <w:sz w:val="26"/>
          <w:szCs w:val="26"/>
        </w:rPr>
        <w:t>Theories of motivation/Theories of emotion/biological needs/psychological needs/stimulus/drive/need/motive/instinct/obesity/cause</w:t>
      </w:r>
      <w:r w:rsidR="007B0E54" w:rsidRPr="005B53EC">
        <w:rPr>
          <w:sz w:val="26"/>
          <w:szCs w:val="26"/>
        </w:rPr>
        <w:t>s of obesity/effects of obesity</w:t>
      </w:r>
    </w:p>
    <w:p w:rsidR="001E05EF" w:rsidRPr="005B53EC" w:rsidRDefault="001E05EF">
      <w:pPr>
        <w:rPr>
          <w:b/>
          <w:sz w:val="26"/>
          <w:szCs w:val="26"/>
          <w:u w:val="single"/>
        </w:rPr>
      </w:pPr>
      <w:r w:rsidRPr="005B53EC">
        <w:rPr>
          <w:b/>
          <w:sz w:val="26"/>
          <w:szCs w:val="26"/>
          <w:u w:val="single"/>
        </w:rPr>
        <w:t>Memory –Three types, Encoding, Retrieval (7)</w:t>
      </w:r>
    </w:p>
    <w:p w:rsidR="003F457A" w:rsidRPr="005B53EC" w:rsidRDefault="003F457A">
      <w:pPr>
        <w:rPr>
          <w:sz w:val="26"/>
          <w:szCs w:val="26"/>
        </w:rPr>
      </w:pPr>
      <w:r w:rsidRPr="005B53EC">
        <w:rPr>
          <w:sz w:val="26"/>
          <w:szCs w:val="26"/>
        </w:rPr>
        <w:t>How does memory work?  Is memory accurate?  Why do we forget?</w:t>
      </w:r>
    </w:p>
    <w:p w:rsidR="003F457A" w:rsidRPr="005B53EC" w:rsidRDefault="00852CB1">
      <w:pPr>
        <w:rPr>
          <w:sz w:val="26"/>
          <w:szCs w:val="26"/>
        </w:rPr>
      </w:pPr>
      <w:r w:rsidRPr="005B53EC">
        <w:rPr>
          <w:sz w:val="26"/>
          <w:szCs w:val="26"/>
        </w:rPr>
        <w:t>Types of memories/stages of memories/encoding/storage/retrieval/decay/eidetic memory</w:t>
      </w:r>
      <w:r w:rsidR="004F7A2C" w:rsidRPr="005B53EC">
        <w:rPr>
          <w:sz w:val="26"/>
          <w:szCs w:val="26"/>
        </w:rPr>
        <w:t>/icons/chunking/primacy-</w:t>
      </w:r>
      <w:proofErr w:type="spellStart"/>
      <w:r w:rsidR="004F7A2C" w:rsidRPr="005B53EC">
        <w:rPr>
          <w:sz w:val="26"/>
          <w:szCs w:val="26"/>
        </w:rPr>
        <w:t>recency</w:t>
      </w:r>
      <w:proofErr w:type="spellEnd"/>
      <w:r w:rsidR="004F7A2C" w:rsidRPr="005B53EC">
        <w:rPr>
          <w:sz w:val="26"/>
          <w:szCs w:val="26"/>
        </w:rPr>
        <w:t xml:space="preserve"> </w:t>
      </w:r>
      <w:r w:rsidRPr="005B53EC">
        <w:rPr>
          <w:sz w:val="26"/>
          <w:szCs w:val="26"/>
        </w:rPr>
        <w:t>effect/amnesia-types of amnesia/repression/mnemonic devices/relearning</w:t>
      </w:r>
    </w:p>
    <w:p w:rsidR="004F7A2C" w:rsidRPr="005B53EC" w:rsidRDefault="005B53EC">
      <w:pPr>
        <w:rPr>
          <w:b/>
          <w:sz w:val="26"/>
          <w:szCs w:val="26"/>
          <w:u w:val="single"/>
        </w:rPr>
      </w:pPr>
      <w:r w:rsidRPr="005B53EC">
        <w:rPr>
          <w:b/>
          <w:sz w:val="26"/>
          <w:szCs w:val="26"/>
          <w:u w:val="single"/>
        </w:rPr>
        <w:t>Intelligence – Defining, Measuring, Gifted/Mental Retardation (9)</w:t>
      </w:r>
    </w:p>
    <w:p w:rsidR="005B53EC" w:rsidRPr="005B53EC" w:rsidRDefault="005B53EC">
      <w:pPr>
        <w:rPr>
          <w:sz w:val="26"/>
          <w:szCs w:val="26"/>
        </w:rPr>
      </w:pPr>
      <w:r w:rsidRPr="005B53EC">
        <w:rPr>
          <w:sz w:val="26"/>
          <w:szCs w:val="26"/>
        </w:rPr>
        <w:t xml:space="preserve">What is intelligence?  How does </w:t>
      </w:r>
      <w:proofErr w:type="gramStart"/>
      <w:r w:rsidRPr="005B53EC">
        <w:rPr>
          <w:sz w:val="26"/>
          <w:szCs w:val="26"/>
        </w:rPr>
        <w:t>one measure intelligence</w:t>
      </w:r>
      <w:proofErr w:type="gramEnd"/>
      <w:r w:rsidRPr="005B53EC">
        <w:rPr>
          <w:sz w:val="26"/>
          <w:szCs w:val="26"/>
        </w:rPr>
        <w:t>?  What influences intelligence?</w:t>
      </w:r>
    </w:p>
    <w:p w:rsidR="005B53EC" w:rsidRPr="009B262D" w:rsidRDefault="005B53EC" w:rsidP="004F7A2C">
      <w:pPr>
        <w:rPr>
          <w:sz w:val="26"/>
          <w:szCs w:val="26"/>
        </w:rPr>
      </w:pPr>
      <w:r w:rsidRPr="005B53EC">
        <w:rPr>
          <w:sz w:val="26"/>
          <w:szCs w:val="26"/>
        </w:rPr>
        <w:t>Achievement/intelligence/intelligence tests/problems with intelligence tests/validity/reliability/IQ/Theories of Intelligence/mental retardation/levels of retardation/giftedness/creativity/influences on intelligence</w:t>
      </w:r>
    </w:p>
    <w:p w:rsidR="004F7A2C" w:rsidRPr="005B53EC" w:rsidRDefault="004F7A2C" w:rsidP="004F7A2C">
      <w:pPr>
        <w:rPr>
          <w:b/>
          <w:sz w:val="26"/>
          <w:szCs w:val="26"/>
          <w:u w:val="single"/>
        </w:rPr>
      </w:pPr>
      <w:r w:rsidRPr="005B53EC">
        <w:rPr>
          <w:b/>
          <w:sz w:val="26"/>
          <w:szCs w:val="26"/>
          <w:u w:val="single"/>
        </w:rPr>
        <w:t>Learning –Classical, Operant, Observational (6)</w:t>
      </w:r>
    </w:p>
    <w:p w:rsidR="004F7A2C" w:rsidRPr="005B53EC" w:rsidRDefault="004F7A2C" w:rsidP="004F7A2C">
      <w:pPr>
        <w:rPr>
          <w:sz w:val="26"/>
          <w:szCs w:val="26"/>
        </w:rPr>
      </w:pPr>
      <w:r w:rsidRPr="005B53EC">
        <w:rPr>
          <w:sz w:val="26"/>
          <w:szCs w:val="26"/>
        </w:rPr>
        <w:t>How do people learn?</w:t>
      </w:r>
      <w:r w:rsidR="009B262D">
        <w:rPr>
          <w:sz w:val="26"/>
          <w:szCs w:val="26"/>
        </w:rPr>
        <w:t xml:space="preserve">  What is an application of classical conditioning?   Describe operant conditioning.</w:t>
      </w:r>
    </w:p>
    <w:p w:rsidR="004F7A2C" w:rsidRPr="005B53EC" w:rsidRDefault="004F7A2C">
      <w:pPr>
        <w:rPr>
          <w:sz w:val="26"/>
          <w:szCs w:val="26"/>
        </w:rPr>
      </w:pPr>
      <w:r w:rsidRPr="005B53EC">
        <w:rPr>
          <w:sz w:val="26"/>
          <w:szCs w:val="26"/>
        </w:rPr>
        <w:t>Conditioning – classical, operant/observational learning/Pavlov’s dog/US, UR, CR, CS -letters of learning/taste aversion/generalization/discrimination/flooding/systemic desensitization/reinforcemen</w:t>
      </w:r>
      <w:r w:rsidR="00BE5EF2">
        <w:rPr>
          <w:sz w:val="26"/>
          <w:szCs w:val="26"/>
        </w:rPr>
        <w:t>t-rewards &amp; punishments/shaping</w:t>
      </w:r>
      <w:bookmarkStart w:id="0" w:name="_GoBack"/>
      <w:bookmarkEnd w:id="0"/>
    </w:p>
    <w:sectPr w:rsidR="004F7A2C" w:rsidRPr="005B53EC" w:rsidSect="00747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2C"/>
    <w:rsid w:val="00064003"/>
    <w:rsid w:val="00181575"/>
    <w:rsid w:val="001C1AAD"/>
    <w:rsid w:val="001E05EF"/>
    <w:rsid w:val="003F457A"/>
    <w:rsid w:val="004F7A2C"/>
    <w:rsid w:val="005B53EC"/>
    <w:rsid w:val="00711A60"/>
    <w:rsid w:val="0074762B"/>
    <w:rsid w:val="00755A57"/>
    <w:rsid w:val="007A4D18"/>
    <w:rsid w:val="007B0E54"/>
    <w:rsid w:val="00830C20"/>
    <w:rsid w:val="00852CB1"/>
    <w:rsid w:val="00947329"/>
    <w:rsid w:val="009B262D"/>
    <w:rsid w:val="009C5341"/>
    <w:rsid w:val="00BE5EF2"/>
    <w:rsid w:val="00C4014B"/>
    <w:rsid w:val="00E0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62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A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62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A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sych%20I\Study.Guide.FINAL.Psychology%20I.fall20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Study.Guide.FINAL.Psychology I.fall2011</Template>
  <TotalTime>141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TSD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3</cp:revision>
  <cp:lastPrinted>2011-12-14T20:01:00Z</cp:lastPrinted>
  <dcterms:created xsi:type="dcterms:W3CDTF">2012-05-15T16:38:00Z</dcterms:created>
  <dcterms:modified xsi:type="dcterms:W3CDTF">2012-05-15T19:18:00Z</dcterms:modified>
</cp:coreProperties>
</file>